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5CF502" w14:textId="77777777" w:rsidR="003B530F" w:rsidRDefault="003B530F" w:rsidP="00142445">
      <w:pPr>
        <w:tabs>
          <w:tab w:val="left" w:pos="1134"/>
        </w:tabs>
        <w:spacing w:line="312" w:lineRule="auto"/>
        <w:jc w:val="center"/>
        <w:rPr>
          <w:rFonts w:cs="Arial"/>
          <w:b/>
          <w:sz w:val="10"/>
          <w:szCs w:val="10"/>
        </w:rPr>
      </w:pPr>
    </w:p>
    <w:p w14:paraId="03DCEB09" w14:textId="77777777" w:rsidR="00ED189A" w:rsidRPr="00A92DCE" w:rsidRDefault="00ED189A" w:rsidP="00142445">
      <w:pPr>
        <w:tabs>
          <w:tab w:val="left" w:pos="1134"/>
        </w:tabs>
        <w:spacing w:line="312" w:lineRule="auto"/>
        <w:jc w:val="center"/>
        <w:rPr>
          <w:rFonts w:cs="Arial"/>
          <w:b/>
          <w:sz w:val="10"/>
          <w:szCs w:val="10"/>
        </w:rPr>
      </w:pPr>
    </w:p>
    <w:p w14:paraId="1BED011D" w14:textId="4577ED10" w:rsidR="004D0EC6" w:rsidRPr="006E0578" w:rsidRDefault="00142445" w:rsidP="00A010B4">
      <w:pPr>
        <w:tabs>
          <w:tab w:val="left" w:pos="1134"/>
        </w:tabs>
        <w:jc w:val="center"/>
        <w:rPr>
          <w:rFonts w:cs="Arial"/>
          <w:b/>
          <w:bCs/>
        </w:rPr>
      </w:pPr>
      <w:r w:rsidRPr="006E0578">
        <w:rPr>
          <w:rFonts w:cs="Arial"/>
          <w:b/>
        </w:rPr>
        <w:t xml:space="preserve">RESULTADOS DA ORDEM DO DIA DA </w:t>
      </w:r>
      <w:r w:rsidR="008F6682">
        <w:rPr>
          <w:rFonts w:cs="Arial"/>
          <w:b/>
        </w:rPr>
        <w:t>1</w:t>
      </w:r>
      <w:r w:rsidR="004D0EC6" w:rsidRPr="006E0578">
        <w:rPr>
          <w:rFonts w:cs="Arial"/>
          <w:b/>
        </w:rPr>
        <w:t>ª SESSÃO ORDINÁRIA</w:t>
      </w:r>
      <w:r w:rsidR="004D0EC6" w:rsidRPr="006E0578">
        <w:rPr>
          <w:rFonts w:cs="Arial"/>
          <w:b/>
          <w:bCs/>
        </w:rPr>
        <w:t xml:space="preserve"> DO ANO DE 202</w:t>
      </w:r>
      <w:r w:rsidR="00A434A4">
        <w:rPr>
          <w:rFonts w:cs="Arial"/>
          <w:b/>
          <w:bCs/>
        </w:rPr>
        <w:t>6</w:t>
      </w:r>
    </w:p>
    <w:p w14:paraId="6E5076A5" w14:textId="7BA858AD" w:rsidR="004D0EC6" w:rsidRPr="006E0578" w:rsidRDefault="00747647" w:rsidP="00A010B4">
      <w:pPr>
        <w:tabs>
          <w:tab w:val="left" w:pos="1134"/>
        </w:tabs>
        <w:jc w:val="center"/>
        <w:rPr>
          <w:rFonts w:cs="Arial"/>
          <w:b/>
          <w:bCs/>
        </w:rPr>
      </w:pPr>
      <w:r w:rsidRPr="006E0578">
        <w:rPr>
          <w:rFonts w:cs="Arial"/>
          <w:b/>
          <w:bCs/>
        </w:rPr>
        <w:t xml:space="preserve">REALIZADA EM </w:t>
      </w:r>
      <w:r w:rsidR="008F6682">
        <w:rPr>
          <w:rFonts w:cs="Arial"/>
          <w:b/>
          <w:bCs/>
        </w:rPr>
        <w:t>0</w:t>
      </w:r>
      <w:r w:rsidR="00A434A4">
        <w:rPr>
          <w:rFonts w:cs="Arial"/>
          <w:b/>
          <w:bCs/>
        </w:rPr>
        <w:t>4</w:t>
      </w:r>
      <w:r w:rsidR="004C301C" w:rsidRPr="006E0578">
        <w:rPr>
          <w:rFonts w:cs="Arial"/>
          <w:b/>
        </w:rPr>
        <w:t>/</w:t>
      </w:r>
      <w:r w:rsidR="008F6682">
        <w:rPr>
          <w:rFonts w:cs="Arial"/>
          <w:b/>
        </w:rPr>
        <w:t>0</w:t>
      </w:r>
      <w:r w:rsidR="00562D53">
        <w:rPr>
          <w:rFonts w:cs="Arial"/>
          <w:b/>
        </w:rPr>
        <w:t>2</w:t>
      </w:r>
      <w:r w:rsidR="00035B24" w:rsidRPr="006E0578">
        <w:rPr>
          <w:rFonts w:cs="Arial"/>
          <w:b/>
        </w:rPr>
        <w:t>/</w:t>
      </w:r>
      <w:r w:rsidR="004D0EC6" w:rsidRPr="006E0578">
        <w:rPr>
          <w:rFonts w:cs="Arial"/>
          <w:b/>
        </w:rPr>
        <w:t>202</w:t>
      </w:r>
      <w:r w:rsidR="00A434A4">
        <w:rPr>
          <w:rFonts w:cs="Arial"/>
          <w:b/>
        </w:rPr>
        <w:t>6</w:t>
      </w:r>
      <w:r w:rsidR="004D0EC6" w:rsidRPr="006E0578">
        <w:rPr>
          <w:rFonts w:cs="Arial"/>
          <w:b/>
          <w:bCs/>
        </w:rPr>
        <w:t xml:space="preserve"> (</w:t>
      </w:r>
      <w:r w:rsidR="00A2002F" w:rsidRPr="006E0578">
        <w:rPr>
          <w:rFonts w:cs="Arial"/>
          <w:b/>
          <w:bCs/>
        </w:rPr>
        <w:t>qu</w:t>
      </w:r>
      <w:r w:rsidR="000E22AD" w:rsidRPr="006E0578">
        <w:rPr>
          <w:rFonts w:cs="Arial"/>
          <w:b/>
          <w:bCs/>
        </w:rPr>
        <w:t>arta</w:t>
      </w:r>
      <w:r w:rsidR="00B1094E" w:rsidRPr="006E0578">
        <w:rPr>
          <w:rFonts w:cs="Arial"/>
          <w:b/>
          <w:bCs/>
        </w:rPr>
        <w:t>-feira</w:t>
      </w:r>
      <w:r w:rsidR="004D0EC6" w:rsidRPr="006E0578">
        <w:rPr>
          <w:rFonts w:cs="Arial"/>
          <w:b/>
          <w:bCs/>
        </w:rPr>
        <w:t>)</w:t>
      </w:r>
    </w:p>
    <w:p w14:paraId="3271210B" w14:textId="77777777" w:rsidR="00220E13" w:rsidRDefault="00220E13" w:rsidP="00BC533E">
      <w:pPr>
        <w:tabs>
          <w:tab w:val="left" w:pos="1134"/>
        </w:tabs>
        <w:spacing w:line="288" w:lineRule="auto"/>
        <w:jc w:val="center"/>
        <w:rPr>
          <w:rFonts w:cs="Arial"/>
          <w:b/>
          <w:bCs/>
        </w:rPr>
      </w:pPr>
    </w:p>
    <w:p w14:paraId="252C16DA" w14:textId="77777777" w:rsidR="00ED189A" w:rsidRDefault="00ED189A" w:rsidP="00BC533E">
      <w:pPr>
        <w:tabs>
          <w:tab w:val="left" w:pos="1134"/>
        </w:tabs>
        <w:spacing w:line="288" w:lineRule="auto"/>
        <w:jc w:val="center"/>
        <w:rPr>
          <w:rFonts w:cs="Arial"/>
          <w:b/>
          <w:bCs/>
        </w:rPr>
      </w:pPr>
    </w:p>
    <w:p w14:paraId="6BEE49E3" w14:textId="77777777" w:rsidR="007D6F0C" w:rsidRDefault="007D6F0C" w:rsidP="00BC533E">
      <w:pPr>
        <w:tabs>
          <w:tab w:val="left" w:pos="1134"/>
        </w:tabs>
        <w:spacing w:line="288" w:lineRule="auto"/>
        <w:jc w:val="center"/>
        <w:rPr>
          <w:rFonts w:cs="Arial"/>
          <w:b/>
          <w:bCs/>
        </w:rPr>
      </w:pPr>
    </w:p>
    <w:p w14:paraId="7853DFD4" w14:textId="7F59A0F2" w:rsidR="000E22AD" w:rsidRDefault="00F654A0" w:rsidP="00A010B4">
      <w:pPr>
        <w:numPr>
          <w:ilvl w:val="0"/>
          <w:numId w:val="22"/>
        </w:numPr>
        <w:tabs>
          <w:tab w:val="left" w:pos="426"/>
        </w:tabs>
        <w:spacing w:line="288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="00EC6298"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="00EC6298" w:rsidRPr="00D76857">
        <w:rPr>
          <w:rFonts w:cs="Arial"/>
          <w:b/>
          <w:color w:val="000000"/>
          <w:u w:val="single"/>
        </w:rPr>
        <w:t xml:space="preserve">do </w:t>
      </w:r>
      <w:r w:rsidR="003A0264" w:rsidRPr="00F66CC5">
        <w:rPr>
          <w:rFonts w:cs="Arial"/>
          <w:b/>
          <w:color w:val="000000"/>
          <w:u w:val="single"/>
        </w:rPr>
        <w:t>P</w:t>
      </w:r>
      <w:r w:rsidR="00A434A4">
        <w:rPr>
          <w:rFonts w:cs="Arial"/>
          <w:b/>
          <w:color w:val="000000"/>
          <w:u w:val="single"/>
        </w:rPr>
        <w:t>L</w:t>
      </w:r>
      <w:r w:rsidR="003A0264" w:rsidRPr="00F66CC5">
        <w:rPr>
          <w:rFonts w:cs="Arial"/>
          <w:b/>
          <w:color w:val="000000"/>
          <w:u w:val="single"/>
        </w:rPr>
        <w:t>L</w:t>
      </w:r>
      <w:r w:rsidR="003A0264">
        <w:rPr>
          <w:rFonts w:cs="Arial"/>
          <w:b/>
          <w:color w:val="000000"/>
          <w:u w:val="single"/>
        </w:rPr>
        <w:t xml:space="preserve"> </w:t>
      </w:r>
      <w:r w:rsidR="003A0264" w:rsidRPr="00F66CC5">
        <w:rPr>
          <w:rFonts w:cs="Arial"/>
          <w:b/>
          <w:color w:val="000000"/>
          <w:u w:val="single"/>
        </w:rPr>
        <w:t xml:space="preserve">nº </w:t>
      </w:r>
      <w:r w:rsidR="00A434A4">
        <w:rPr>
          <w:rFonts w:cs="Arial"/>
          <w:b/>
          <w:color w:val="000000"/>
          <w:u w:val="single"/>
        </w:rPr>
        <w:t>138</w:t>
      </w:r>
      <w:r w:rsidR="003A0264" w:rsidRPr="00F66CC5">
        <w:rPr>
          <w:rFonts w:cs="Arial"/>
          <w:b/>
          <w:color w:val="000000"/>
          <w:u w:val="single"/>
        </w:rPr>
        <w:t>/202</w:t>
      </w:r>
      <w:r w:rsidR="00A434A4">
        <w:rPr>
          <w:rFonts w:cs="Arial"/>
          <w:b/>
          <w:color w:val="000000"/>
          <w:u w:val="single"/>
        </w:rPr>
        <w:t>5</w:t>
      </w:r>
      <w:r w:rsidR="003A0264" w:rsidRPr="00F66CC5">
        <w:rPr>
          <w:rFonts w:cs="Arial"/>
          <w:b/>
          <w:color w:val="000000"/>
          <w:u w:val="single"/>
        </w:rPr>
        <w:t xml:space="preserve"> - Projeto de </w:t>
      </w:r>
      <w:r w:rsidR="00A434A4">
        <w:rPr>
          <w:rFonts w:cs="Arial"/>
          <w:b/>
          <w:color w:val="000000"/>
          <w:u w:val="single"/>
        </w:rPr>
        <w:t>Lei d</w:t>
      </w:r>
      <w:r w:rsidR="008F6682">
        <w:rPr>
          <w:rFonts w:cs="Arial"/>
          <w:b/>
          <w:color w:val="000000"/>
          <w:u w:val="single"/>
        </w:rPr>
        <w:t xml:space="preserve">o </w:t>
      </w:r>
      <w:r w:rsidR="003A0264" w:rsidRPr="00F66CC5">
        <w:rPr>
          <w:rFonts w:cs="Arial"/>
          <w:b/>
          <w:color w:val="000000"/>
          <w:u w:val="single"/>
        </w:rPr>
        <w:t>Le</w:t>
      </w:r>
      <w:r w:rsidR="003A0264">
        <w:rPr>
          <w:rFonts w:cs="Arial"/>
          <w:b/>
          <w:color w:val="000000"/>
          <w:u w:val="single"/>
        </w:rPr>
        <w:t>gislativo</w:t>
      </w:r>
    </w:p>
    <w:p w14:paraId="44BEC4FF" w14:textId="644A7064" w:rsidR="000E22AD" w:rsidRPr="00AC691F" w:rsidRDefault="000E22AD" w:rsidP="00A010B4">
      <w:pPr>
        <w:spacing w:line="288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="003A0264" w:rsidRPr="004B2F82">
        <w:rPr>
          <w:rFonts w:cs="Arial"/>
          <w:color w:val="000000"/>
        </w:rPr>
        <w:t xml:space="preserve">Vereador </w:t>
      </w:r>
      <w:r w:rsidR="008F6682">
        <w:rPr>
          <w:rFonts w:cs="Arial"/>
          <w:color w:val="000000"/>
        </w:rPr>
        <w:t>Paulinho dos Condutores</w:t>
      </w:r>
      <w:r w:rsidR="00125AA4" w:rsidRPr="00125AA4">
        <w:rPr>
          <w:rFonts w:cs="Arial"/>
          <w:color w:val="000000"/>
        </w:rPr>
        <w:t>.</w:t>
      </w:r>
    </w:p>
    <w:p w14:paraId="65984393" w14:textId="507C18B0" w:rsidR="000E22AD" w:rsidRPr="004B06BC" w:rsidRDefault="000E22AD" w:rsidP="00A010B4">
      <w:pPr>
        <w:spacing w:line="288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A434A4" w:rsidRPr="009E7360">
        <w:rPr>
          <w:rFonts w:cs="Arial"/>
          <w:color w:val="000000"/>
        </w:rPr>
        <w:t>Declara de utilidade pública a Associação Remar do Brasil</w:t>
      </w:r>
      <w:r w:rsidR="00125AA4" w:rsidRPr="00125AA4">
        <w:rPr>
          <w:rFonts w:cs="Arial"/>
          <w:color w:val="000000"/>
        </w:rPr>
        <w:t>.</w:t>
      </w:r>
    </w:p>
    <w:p w14:paraId="1D654F8C" w14:textId="4779B246" w:rsidR="000E22AD" w:rsidRPr="004B06BC" w:rsidRDefault="000E22AD" w:rsidP="00A010B4">
      <w:pPr>
        <w:spacing w:line="288" w:lineRule="auto"/>
        <w:ind w:left="426"/>
        <w:jc w:val="both"/>
        <w:rPr>
          <w:rFonts w:cs="Arial"/>
          <w:color w:val="00000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 w:rsidR="003A0264" w:rsidRPr="00767FE9">
        <w:rPr>
          <w:rFonts w:cs="Arial"/>
          <w:color w:val="000000"/>
        </w:rPr>
        <w:t xml:space="preserve">Projeto </w:t>
      </w:r>
      <w:r w:rsidR="00A434A4">
        <w:rPr>
          <w:rFonts w:cs="Arial"/>
          <w:color w:val="000000"/>
        </w:rPr>
        <w:t>Aprovado</w:t>
      </w:r>
      <w:r w:rsidRPr="004B06BC">
        <w:rPr>
          <w:rFonts w:cs="Arial"/>
          <w:color w:val="000000"/>
        </w:rPr>
        <w:t>.</w:t>
      </w:r>
    </w:p>
    <w:p w14:paraId="28D94678" w14:textId="77777777" w:rsidR="00220E13" w:rsidRDefault="00220E13" w:rsidP="00A010B4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DA5AF29" w14:textId="77777777" w:rsidR="00A434A4" w:rsidRDefault="00A434A4" w:rsidP="00A010B4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D316620" w14:textId="77777777" w:rsidR="00ED189A" w:rsidRDefault="00ED189A" w:rsidP="00A010B4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F11484E" w14:textId="4C482969" w:rsidR="00A434A4" w:rsidRDefault="00A434A4" w:rsidP="00A434A4">
      <w:pPr>
        <w:numPr>
          <w:ilvl w:val="0"/>
          <w:numId w:val="22"/>
        </w:numPr>
        <w:tabs>
          <w:tab w:val="left" w:pos="426"/>
        </w:tabs>
        <w:spacing w:line="288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Pr="009E7360">
        <w:rPr>
          <w:rFonts w:cs="Arial"/>
          <w:b/>
          <w:color w:val="000000"/>
          <w:u w:val="single"/>
        </w:rPr>
        <w:t>PLL nº 13</w:t>
      </w:r>
      <w:r>
        <w:rPr>
          <w:rFonts w:cs="Arial"/>
          <w:b/>
          <w:color w:val="000000"/>
          <w:u w:val="single"/>
        </w:rPr>
        <w:t>2</w:t>
      </w:r>
      <w:r w:rsidRPr="009E7360">
        <w:rPr>
          <w:rFonts w:cs="Arial"/>
          <w:b/>
          <w:color w:val="000000"/>
          <w:u w:val="single"/>
        </w:rPr>
        <w:t>/2025 - Projeto de Lei do Legislativo</w:t>
      </w:r>
      <w:r>
        <w:rPr>
          <w:rFonts w:cs="Arial"/>
          <w:b/>
          <w:color w:val="000000"/>
          <w:u w:val="single"/>
        </w:rPr>
        <w:t xml:space="preserve"> - com Substitutivo e Emenda</w:t>
      </w:r>
    </w:p>
    <w:p w14:paraId="750FA0B7" w14:textId="7287FDCE" w:rsidR="00A434A4" w:rsidRPr="00AC691F" w:rsidRDefault="00A434A4" w:rsidP="00A434A4">
      <w:pPr>
        <w:spacing w:line="288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Pr="004B2F82">
        <w:rPr>
          <w:rFonts w:cs="Arial"/>
          <w:color w:val="000000"/>
        </w:rPr>
        <w:t xml:space="preserve">Vereador </w:t>
      </w:r>
      <w:r>
        <w:rPr>
          <w:rFonts w:cs="Arial"/>
          <w:color w:val="000000"/>
        </w:rPr>
        <w:t>Siufarne do Cidade Salvador</w:t>
      </w:r>
      <w:r w:rsidRPr="00125AA4">
        <w:rPr>
          <w:rFonts w:cs="Arial"/>
          <w:color w:val="000000"/>
        </w:rPr>
        <w:t>.</w:t>
      </w:r>
    </w:p>
    <w:p w14:paraId="73957826" w14:textId="15DCA497" w:rsidR="00A434A4" w:rsidRPr="004B06BC" w:rsidRDefault="00A434A4" w:rsidP="00A434A4">
      <w:pPr>
        <w:spacing w:line="288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Pr="00A434A4">
        <w:rPr>
          <w:rFonts w:cs="Arial"/>
          <w:color w:val="000000"/>
        </w:rPr>
        <w:t>Dispõe sobre a instalação de câmeras de segurança e monitoramento nas Unidades Municipais de Saúde da Família (</w:t>
      </w:r>
      <w:proofErr w:type="spellStart"/>
      <w:r w:rsidRPr="00A434A4">
        <w:rPr>
          <w:rFonts w:cs="Arial"/>
          <w:color w:val="000000"/>
        </w:rPr>
        <w:t>UMSFs</w:t>
      </w:r>
      <w:proofErr w:type="spellEnd"/>
      <w:r w:rsidRPr="00A434A4">
        <w:rPr>
          <w:rFonts w:cs="Arial"/>
          <w:color w:val="000000"/>
        </w:rPr>
        <w:t>) e Unidades de Pronto Atendimento (</w:t>
      </w:r>
      <w:proofErr w:type="spellStart"/>
      <w:r w:rsidRPr="00A434A4">
        <w:rPr>
          <w:rFonts w:cs="Arial"/>
          <w:color w:val="000000"/>
        </w:rPr>
        <w:t>UPAs</w:t>
      </w:r>
      <w:proofErr w:type="spellEnd"/>
      <w:r w:rsidRPr="00A434A4">
        <w:rPr>
          <w:rFonts w:cs="Arial"/>
          <w:color w:val="000000"/>
        </w:rPr>
        <w:t>), e dá outras providências</w:t>
      </w:r>
      <w:r w:rsidRPr="00125AA4">
        <w:rPr>
          <w:rFonts w:cs="Arial"/>
          <w:color w:val="000000"/>
        </w:rPr>
        <w:t>.</w:t>
      </w:r>
    </w:p>
    <w:p w14:paraId="482F4AC2" w14:textId="06D21A5D" w:rsidR="00A434A4" w:rsidRPr="004B06BC" w:rsidRDefault="00A434A4" w:rsidP="00A434A4">
      <w:pPr>
        <w:spacing w:line="288" w:lineRule="auto"/>
        <w:ind w:left="426"/>
        <w:jc w:val="both"/>
        <w:rPr>
          <w:rFonts w:cs="Arial"/>
          <w:color w:val="00000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 w:rsidRPr="00767FE9">
        <w:rPr>
          <w:rFonts w:cs="Arial"/>
          <w:color w:val="000000"/>
        </w:rPr>
        <w:t xml:space="preserve">Projeto </w:t>
      </w:r>
      <w:r>
        <w:rPr>
          <w:rFonts w:cs="Arial"/>
          <w:color w:val="000000"/>
        </w:rPr>
        <w:t>Adiado por uma (1) Sessão. Retorn</w:t>
      </w:r>
      <w:bookmarkStart w:id="0" w:name="_GoBack"/>
      <w:bookmarkEnd w:id="0"/>
      <w:r>
        <w:rPr>
          <w:rFonts w:cs="Arial"/>
          <w:color w:val="000000"/>
        </w:rPr>
        <w:t>a em 11/02/2026.</w:t>
      </w:r>
    </w:p>
    <w:p w14:paraId="5134414F" w14:textId="77777777" w:rsidR="00D06BA5" w:rsidRDefault="00D06BA5" w:rsidP="00D06BA5">
      <w:pPr>
        <w:tabs>
          <w:tab w:val="left" w:pos="426"/>
          <w:tab w:val="left" w:pos="1560"/>
        </w:tabs>
        <w:spacing w:line="288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83D7DF3" w14:textId="77777777" w:rsidR="00A434A4" w:rsidRDefault="00A434A4" w:rsidP="00D06BA5">
      <w:pPr>
        <w:tabs>
          <w:tab w:val="left" w:pos="426"/>
          <w:tab w:val="left" w:pos="1560"/>
        </w:tabs>
        <w:spacing w:line="288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953BF2E" w14:textId="77777777" w:rsidR="00A434A4" w:rsidRDefault="00A434A4" w:rsidP="00D06BA5">
      <w:pPr>
        <w:tabs>
          <w:tab w:val="left" w:pos="426"/>
          <w:tab w:val="left" w:pos="1560"/>
        </w:tabs>
        <w:spacing w:line="288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7D2C98E" w14:textId="1DD466EA" w:rsidR="00A434A4" w:rsidRDefault="00A434A4" w:rsidP="00A434A4">
      <w:pPr>
        <w:numPr>
          <w:ilvl w:val="0"/>
          <w:numId w:val="22"/>
        </w:numPr>
        <w:tabs>
          <w:tab w:val="left" w:pos="426"/>
        </w:tabs>
        <w:spacing w:line="288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Pr="009E7360">
        <w:rPr>
          <w:rFonts w:cs="Arial"/>
          <w:b/>
          <w:color w:val="000000"/>
          <w:u w:val="single"/>
        </w:rPr>
        <w:t>PLL nº 1</w:t>
      </w:r>
      <w:r>
        <w:rPr>
          <w:rFonts w:cs="Arial"/>
          <w:b/>
          <w:color w:val="000000"/>
          <w:u w:val="single"/>
        </w:rPr>
        <w:t>04</w:t>
      </w:r>
      <w:r w:rsidRPr="009E7360">
        <w:rPr>
          <w:rFonts w:cs="Arial"/>
          <w:b/>
          <w:color w:val="000000"/>
          <w:u w:val="single"/>
        </w:rPr>
        <w:t>/2025 - Projeto de Lei do Legislativo</w:t>
      </w:r>
      <w:r>
        <w:rPr>
          <w:rFonts w:cs="Arial"/>
          <w:b/>
          <w:color w:val="000000"/>
          <w:u w:val="single"/>
        </w:rPr>
        <w:t xml:space="preserve"> - com Emenda</w:t>
      </w:r>
    </w:p>
    <w:p w14:paraId="4C8B424C" w14:textId="24BA5F2C" w:rsidR="00A434A4" w:rsidRPr="00AC691F" w:rsidRDefault="00A434A4" w:rsidP="00A434A4">
      <w:pPr>
        <w:spacing w:line="288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Pr="004B2F82">
        <w:rPr>
          <w:rFonts w:cs="Arial"/>
          <w:color w:val="000000"/>
        </w:rPr>
        <w:t xml:space="preserve">Vereador </w:t>
      </w:r>
      <w:r w:rsidRPr="009E7360">
        <w:rPr>
          <w:rFonts w:cs="Arial"/>
          <w:color w:val="000000"/>
        </w:rPr>
        <w:t>Daniel Mariano</w:t>
      </w:r>
      <w:r w:rsidRPr="00125AA4">
        <w:rPr>
          <w:rFonts w:cs="Arial"/>
          <w:color w:val="000000"/>
        </w:rPr>
        <w:t>.</w:t>
      </w:r>
    </w:p>
    <w:p w14:paraId="157B452A" w14:textId="665FA091" w:rsidR="00A434A4" w:rsidRPr="004B06BC" w:rsidRDefault="00A434A4" w:rsidP="00A434A4">
      <w:pPr>
        <w:spacing w:line="288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Pr="009E7360">
        <w:rPr>
          <w:rFonts w:cs="Arial"/>
          <w:color w:val="000000"/>
        </w:rPr>
        <w:t>Dispõe sobre a concessão de atendimento preferencial aos profissionais da área da saúde, durante o horário de expediente, no âmbito do Município de Jacareí, e dá outras providências</w:t>
      </w:r>
      <w:r w:rsidRPr="00125AA4">
        <w:rPr>
          <w:rFonts w:cs="Arial"/>
          <w:color w:val="000000"/>
        </w:rPr>
        <w:t>.</w:t>
      </w:r>
    </w:p>
    <w:p w14:paraId="351910C9" w14:textId="77777777" w:rsidR="00A434A4" w:rsidRPr="004B06BC" w:rsidRDefault="00A434A4" w:rsidP="00A434A4">
      <w:pPr>
        <w:spacing w:line="288" w:lineRule="auto"/>
        <w:ind w:left="426"/>
        <w:jc w:val="both"/>
        <w:rPr>
          <w:rFonts w:cs="Arial"/>
          <w:color w:val="00000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 w:rsidRPr="00767FE9">
        <w:rPr>
          <w:rFonts w:cs="Arial"/>
          <w:color w:val="000000"/>
        </w:rPr>
        <w:t xml:space="preserve">Projeto </w:t>
      </w:r>
      <w:r>
        <w:rPr>
          <w:rFonts w:cs="Arial"/>
          <w:color w:val="000000"/>
        </w:rPr>
        <w:t>Retirado da Ordem do Dia, a pedido do autor</w:t>
      </w:r>
      <w:r w:rsidRPr="004B06BC">
        <w:rPr>
          <w:rFonts w:cs="Arial"/>
          <w:color w:val="000000"/>
        </w:rPr>
        <w:t>.</w:t>
      </w:r>
    </w:p>
    <w:p w14:paraId="7CDA2538" w14:textId="77777777" w:rsidR="00A434A4" w:rsidRDefault="00A434A4" w:rsidP="00D06BA5">
      <w:pPr>
        <w:tabs>
          <w:tab w:val="left" w:pos="426"/>
          <w:tab w:val="left" w:pos="1560"/>
        </w:tabs>
        <w:spacing w:line="288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D58689D" w14:textId="77777777" w:rsidR="000D259E" w:rsidRDefault="000D259E" w:rsidP="003B530F">
      <w:pPr>
        <w:spacing w:line="288" w:lineRule="auto"/>
        <w:ind w:left="426"/>
        <w:jc w:val="both"/>
        <w:rPr>
          <w:rFonts w:cs="Arial"/>
          <w:color w:val="000000"/>
        </w:rPr>
      </w:pPr>
    </w:p>
    <w:p w14:paraId="2BCE0C19" w14:textId="77777777" w:rsidR="003B530F" w:rsidRPr="004B06BC" w:rsidRDefault="003B530F" w:rsidP="003B530F">
      <w:pPr>
        <w:spacing w:line="288" w:lineRule="auto"/>
        <w:ind w:left="426"/>
        <w:jc w:val="both"/>
        <w:rPr>
          <w:rFonts w:cs="Arial"/>
          <w:color w:val="000000"/>
        </w:rPr>
      </w:pPr>
    </w:p>
    <w:p w14:paraId="6E4CF2C8" w14:textId="77777777" w:rsidR="00CD7F7B" w:rsidRDefault="00CD7F7B" w:rsidP="00FA3610">
      <w:pPr>
        <w:jc w:val="right"/>
        <w:rPr>
          <w:rFonts w:cs="Arial"/>
          <w:b/>
        </w:rPr>
      </w:pPr>
    </w:p>
    <w:p w14:paraId="7D463826" w14:textId="77777777" w:rsidR="00FA3610" w:rsidRPr="004B06BC" w:rsidRDefault="00FA3610" w:rsidP="00FA3610">
      <w:pPr>
        <w:jc w:val="right"/>
        <w:rPr>
          <w:rFonts w:cs="Arial"/>
          <w:b/>
        </w:rPr>
      </w:pPr>
      <w:r w:rsidRPr="004B06BC">
        <w:rPr>
          <w:rFonts w:cs="Arial"/>
          <w:b/>
        </w:rPr>
        <w:t>Felipe Santos de Lima</w:t>
      </w:r>
    </w:p>
    <w:p w14:paraId="4D54D9CD" w14:textId="3375B833" w:rsidR="00FA3610" w:rsidRPr="004B06BC" w:rsidRDefault="00FA3610" w:rsidP="00FA3610">
      <w:pPr>
        <w:jc w:val="right"/>
        <w:rPr>
          <w:rFonts w:cs="Arial"/>
        </w:rPr>
      </w:pPr>
      <w:r w:rsidRPr="004B06BC">
        <w:rPr>
          <w:rFonts w:cs="Arial"/>
        </w:rPr>
        <w:t>Secretário-Diretor Legislativo</w:t>
      </w:r>
    </w:p>
    <w:sectPr w:rsidR="00FA3610" w:rsidRPr="004B06BC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541993CA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0D259E">
      <w:rPr>
        <w:rFonts w:cs="Arial"/>
        <w:b/>
        <w:sz w:val="20"/>
        <w:szCs w:val="20"/>
        <w:u w:val="single"/>
      </w:rPr>
      <w:t>40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0D259E">
      <w:rPr>
        <w:rFonts w:cs="Arial"/>
        <w:b/>
        <w:sz w:val="20"/>
        <w:szCs w:val="20"/>
        <w:u w:val="single"/>
      </w:rPr>
      <w:t>11</w:t>
    </w:r>
    <w:r w:rsidR="000C342E">
      <w:rPr>
        <w:rFonts w:cs="Arial"/>
        <w:b/>
        <w:sz w:val="20"/>
        <w:szCs w:val="20"/>
        <w:u w:val="single"/>
      </w:rPr>
      <w:t>/</w:t>
    </w:r>
    <w:r w:rsidR="003B530F">
      <w:rPr>
        <w:rFonts w:cs="Arial"/>
        <w:b/>
        <w:sz w:val="20"/>
        <w:szCs w:val="20"/>
        <w:u w:val="single"/>
      </w:rPr>
      <w:t>1</w:t>
    </w:r>
    <w:r w:rsidR="00BB5FC6">
      <w:rPr>
        <w:rFonts w:cs="Arial"/>
        <w:b/>
        <w:sz w:val="20"/>
        <w:szCs w:val="20"/>
        <w:u w:val="single"/>
      </w:rPr>
      <w:t>2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D6153A">
      <w:rPr>
        <w:rFonts w:cs="Arial"/>
        <w:b/>
        <w:sz w:val="20"/>
        <w:szCs w:val="20"/>
        <w:u w:val="single"/>
      </w:rPr>
      <w:t>4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8F6682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8E46E4">
      <w:rPr>
        <w:rFonts w:cs="Arial"/>
        <w:b/>
        <w:noProof/>
        <w:sz w:val="20"/>
        <w:szCs w:val="20"/>
        <w:u w:val="single"/>
      </w:rPr>
      <w:t>01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6CA2"/>
    <w:rsid w:val="00047B1B"/>
    <w:rsid w:val="00052064"/>
    <w:rsid w:val="000522A3"/>
    <w:rsid w:val="00054688"/>
    <w:rsid w:val="000546A7"/>
    <w:rsid w:val="000559F4"/>
    <w:rsid w:val="00055BEA"/>
    <w:rsid w:val="00055C70"/>
    <w:rsid w:val="00057163"/>
    <w:rsid w:val="0006165B"/>
    <w:rsid w:val="000636C5"/>
    <w:rsid w:val="000670D3"/>
    <w:rsid w:val="0006772E"/>
    <w:rsid w:val="00067A54"/>
    <w:rsid w:val="000724CB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342E"/>
    <w:rsid w:val="000C71FC"/>
    <w:rsid w:val="000D2350"/>
    <w:rsid w:val="000D259E"/>
    <w:rsid w:val="000D56A5"/>
    <w:rsid w:val="000D60C2"/>
    <w:rsid w:val="000E0849"/>
    <w:rsid w:val="000E10C3"/>
    <w:rsid w:val="000E22AD"/>
    <w:rsid w:val="000E3451"/>
    <w:rsid w:val="000E42A9"/>
    <w:rsid w:val="000E46E1"/>
    <w:rsid w:val="000E7022"/>
    <w:rsid w:val="000E7266"/>
    <w:rsid w:val="000E7EC2"/>
    <w:rsid w:val="000F0D50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FBB"/>
    <w:rsid w:val="0016340A"/>
    <w:rsid w:val="00163724"/>
    <w:rsid w:val="00163988"/>
    <w:rsid w:val="00164676"/>
    <w:rsid w:val="001671DF"/>
    <w:rsid w:val="00167D0A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A2160"/>
    <w:rsid w:val="001A2D51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795"/>
    <w:rsid w:val="001C5943"/>
    <w:rsid w:val="001C5E23"/>
    <w:rsid w:val="001C7988"/>
    <w:rsid w:val="001D03A8"/>
    <w:rsid w:val="001D0BD7"/>
    <w:rsid w:val="001D1328"/>
    <w:rsid w:val="001D3663"/>
    <w:rsid w:val="001D42D5"/>
    <w:rsid w:val="001D43D3"/>
    <w:rsid w:val="001D6C1B"/>
    <w:rsid w:val="001D7D01"/>
    <w:rsid w:val="001E1226"/>
    <w:rsid w:val="001E1AD4"/>
    <w:rsid w:val="001E2470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7125"/>
    <w:rsid w:val="002113F4"/>
    <w:rsid w:val="00211CAB"/>
    <w:rsid w:val="00213438"/>
    <w:rsid w:val="00215AD9"/>
    <w:rsid w:val="00216AF0"/>
    <w:rsid w:val="00217C71"/>
    <w:rsid w:val="00220E13"/>
    <w:rsid w:val="00220EAA"/>
    <w:rsid w:val="00221015"/>
    <w:rsid w:val="00222A3B"/>
    <w:rsid w:val="00222D66"/>
    <w:rsid w:val="002266A3"/>
    <w:rsid w:val="002272ED"/>
    <w:rsid w:val="00227FD4"/>
    <w:rsid w:val="00230533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72CD"/>
    <w:rsid w:val="00277923"/>
    <w:rsid w:val="00280188"/>
    <w:rsid w:val="00284D6A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C08"/>
    <w:rsid w:val="002B4022"/>
    <w:rsid w:val="002B4987"/>
    <w:rsid w:val="002B502F"/>
    <w:rsid w:val="002B5D12"/>
    <w:rsid w:val="002B7C01"/>
    <w:rsid w:val="002C04B9"/>
    <w:rsid w:val="002C4A71"/>
    <w:rsid w:val="002C6F56"/>
    <w:rsid w:val="002C71F7"/>
    <w:rsid w:val="002C7653"/>
    <w:rsid w:val="002D00A5"/>
    <w:rsid w:val="002D013C"/>
    <w:rsid w:val="002D13B9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F04CB"/>
    <w:rsid w:val="002F4A0E"/>
    <w:rsid w:val="002F4BEB"/>
    <w:rsid w:val="002F66BC"/>
    <w:rsid w:val="00300280"/>
    <w:rsid w:val="00300E18"/>
    <w:rsid w:val="00301E57"/>
    <w:rsid w:val="00301FA8"/>
    <w:rsid w:val="00302992"/>
    <w:rsid w:val="003122DA"/>
    <w:rsid w:val="0031256B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7DA7"/>
    <w:rsid w:val="00351460"/>
    <w:rsid w:val="00354160"/>
    <w:rsid w:val="0035498C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5A68"/>
    <w:rsid w:val="00436A0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C0C"/>
    <w:rsid w:val="00491E68"/>
    <w:rsid w:val="0049259D"/>
    <w:rsid w:val="004926F3"/>
    <w:rsid w:val="00494DF4"/>
    <w:rsid w:val="00497599"/>
    <w:rsid w:val="004975D6"/>
    <w:rsid w:val="00497BFB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DDB"/>
    <w:rsid w:val="004E4444"/>
    <w:rsid w:val="004E4CBD"/>
    <w:rsid w:val="004E6207"/>
    <w:rsid w:val="004F03FF"/>
    <w:rsid w:val="004F2CA8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34D5"/>
    <w:rsid w:val="00535777"/>
    <w:rsid w:val="00535FAD"/>
    <w:rsid w:val="00536CFA"/>
    <w:rsid w:val="00536D65"/>
    <w:rsid w:val="00536F84"/>
    <w:rsid w:val="005407D6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7682"/>
    <w:rsid w:val="005C0F8B"/>
    <w:rsid w:val="005C12BB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40B"/>
    <w:rsid w:val="00613886"/>
    <w:rsid w:val="0061558E"/>
    <w:rsid w:val="006159EC"/>
    <w:rsid w:val="00621CAE"/>
    <w:rsid w:val="006222D8"/>
    <w:rsid w:val="006226FE"/>
    <w:rsid w:val="00622CB1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75D4"/>
    <w:rsid w:val="006407AF"/>
    <w:rsid w:val="00641C27"/>
    <w:rsid w:val="006427F2"/>
    <w:rsid w:val="0064281C"/>
    <w:rsid w:val="006517ED"/>
    <w:rsid w:val="00651E8E"/>
    <w:rsid w:val="00652427"/>
    <w:rsid w:val="0065589E"/>
    <w:rsid w:val="00660BA7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2050"/>
    <w:rsid w:val="006C2920"/>
    <w:rsid w:val="006C32CB"/>
    <w:rsid w:val="006C709B"/>
    <w:rsid w:val="006C7507"/>
    <w:rsid w:val="006D02E3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9B6"/>
    <w:rsid w:val="006F704F"/>
    <w:rsid w:val="00700DD8"/>
    <w:rsid w:val="00701D76"/>
    <w:rsid w:val="0070200C"/>
    <w:rsid w:val="00702068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5093"/>
    <w:rsid w:val="007352EC"/>
    <w:rsid w:val="00736DDE"/>
    <w:rsid w:val="0074095C"/>
    <w:rsid w:val="007432CE"/>
    <w:rsid w:val="00745E52"/>
    <w:rsid w:val="0074681B"/>
    <w:rsid w:val="007471BA"/>
    <w:rsid w:val="00747647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5A70"/>
    <w:rsid w:val="00766DD9"/>
    <w:rsid w:val="00767750"/>
    <w:rsid w:val="00767FE9"/>
    <w:rsid w:val="00771CA9"/>
    <w:rsid w:val="00773137"/>
    <w:rsid w:val="00775470"/>
    <w:rsid w:val="00776FC7"/>
    <w:rsid w:val="00780C04"/>
    <w:rsid w:val="00783B20"/>
    <w:rsid w:val="00783D0B"/>
    <w:rsid w:val="0078418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51D4"/>
    <w:rsid w:val="007D5561"/>
    <w:rsid w:val="007D6F0C"/>
    <w:rsid w:val="007D760B"/>
    <w:rsid w:val="007E161B"/>
    <w:rsid w:val="007E3C7E"/>
    <w:rsid w:val="007E56A4"/>
    <w:rsid w:val="007E6D02"/>
    <w:rsid w:val="007E6E4C"/>
    <w:rsid w:val="007E705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3515"/>
    <w:rsid w:val="0083374E"/>
    <w:rsid w:val="00834655"/>
    <w:rsid w:val="00837CB4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6940"/>
    <w:rsid w:val="0089026F"/>
    <w:rsid w:val="00891205"/>
    <w:rsid w:val="0089472F"/>
    <w:rsid w:val="00896657"/>
    <w:rsid w:val="00897F35"/>
    <w:rsid w:val="008A39A4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6E4"/>
    <w:rsid w:val="008E4E93"/>
    <w:rsid w:val="008E5954"/>
    <w:rsid w:val="008E65F6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36E7"/>
    <w:rsid w:val="00905E57"/>
    <w:rsid w:val="009062BF"/>
    <w:rsid w:val="00906532"/>
    <w:rsid w:val="00907C07"/>
    <w:rsid w:val="00913462"/>
    <w:rsid w:val="009141D6"/>
    <w:rsid w:val="009152D8"/>
    <w:rsid w:val="00915A5A"/>
    <w:rsid w:val="00915E6A"/>
    <w:rsid w:val="0091639F"/>
    <w:rsid w:val="00920AE0"/>
    <w:rsid w:val="00920BA2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DD6"/>
    <w:rsid w:val="00937D93"/>
    <w:rsid w:val="0094024D"/>
    <w:rsid w:val="00942041"/>
    <w:rsid w:val="0094371C"/>
    <w:rsid w:val="00943A9B"/>
    <w:rsid w:val="0094484B"/>
    <w:rsid w:val="00945374"/>
    <w:rsid w:val="00947707"/>
    <w:rsid w:val="00947D15"/>
    <w:rsid w:val="00947E63"/>
    <w:rsid w:val="00950FA5"/>
    <w:rsid w:val="00951682"/>
    <w:rsid w:val="009528C7"/>
    <w:rsid w:val="00953BDC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804F6"/>
    <w:rsid w:val="009809F6"/>
    <w:rsid w:val="00980FEF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B0516"/>
    <w:rsid w:val="009B1887"/>
    <w:rsid w:val="009B2CC6"/>
    <w:rsid w:val="009B2EBB"/>
    <w:rsid w:val="009B335A"/>
    <w:rsid w:val="009B3EFC"/>
    <w:rsid w:val="009B3F4D"/>
    <w:rsid w:val="009B5391"/>
    <w:rsid w:val="009C223A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7DFC"/>
    <w:rsid w:val="00A00AB8"/>
    <w:rsid w:val="00A010B4"/>
    <w:rsid w:val="00A038E4"/>
    <w:rsid w:val="00A03DC8"/>
    <w:rsid w:val="00A05372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98A"/>
    <w:rsid w:val="00A4118A"/>
    <w:rsid w:val="00A41F5A"/>
    <w:rsid w:val="00A4282C"/>
    <w:rsid w:val="00A434A4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AFE"/>
    <w:rsid w:val="00A904DC"/>
    <w:rsid w:val="00A916D3"/>
    <w:rsid w:val="00A92173"/>
    <w:rsid w:val="00A92DCE"/>
    <w:rsid w:val="00A9426B"/>
    <w:rsid w:val="00A94848"/>
    <w:rsid w:val="00A96BFD"/>
    <w:rsid w:val="00AA18BC"/>
    <w:rsid w:val="00AA3C8A"/>
    <w:rsid w:val="00AA418F"/>
    <w:rsid w:val="00AA4D08"/>
    <w:rsid w:val="00AA7ADA"/>
    <w:rsid w:val="00AB0FD8"/>
    <w:rsid w:val="00AB34A1"/>
    <w:rsid w:val="00AB5161"/>
    <w:rsid w:val="00AB5611"/>
    <w:rsid w:val="00AB5C3A"/>
    <w:rsid w:val="00AB74E0"/>
    <w:rsid w:val="00AC0630"/>
    <w:rsid w:val="00AC27BB"/>
    <w:rsid w:val="00AC3332"/>
    <w:rsid w:val="00AC33E4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6B6B"/>
    <w:rsid w:val="00AD6D58"/>
    <w:rsid w:val="00AD7DCA"/>
    <w:rsid w:val="00AE036C"/>
    <w:rsid w:val="00AE1975"/>
    <w:rsid w:val="00AE4293"/>
    <w:rsid w:val="00AE4B75"/>
    <w:rsid w:val="00AE5727"/>
    <w:rsid w:val="00AE6F05"/>
    <w:rsid w:val="00AE7828"/>
    <w:rsid w:val="00AE7D90"/>
    <w:rsid w:val="00AF18FB"/>
    <w:rsid w:val="00AF1C61"/>
    <w:rsid w:val="00AF2B0D"/>
    <w:rsid w:val="00AF3AED"/>
    <w:rsid w:val="00AF409F"/>
    <w:rsid w:val="00AF563B"/>
    <w:rsid w:val="00AF595C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27B1"/>
    <w:rsid w:val="00B12E37"/>
    <w:rsid w:val="00B13FD1"/>
    <w:rsid w:val="00B17491"/>
    <w:rsid w:val="00B23733"/>
    <w:rsid w:val="00B24FB7"/>
    <w:rsid w:val="00B312E5"/>
    <w:rsid w:val="00B31388"/>
    <w:rsid w:val="00B324D1"/>
    <w:rsid w:val="00B32C1A"/>
    <w:rsid w:val="00B32D8E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7698"/>
    <w:rsid w:val="00B6021B"/>
    <w:rsid w:val="00B603D8"/>
    <w:rsid w:val="00B630A1"/>
    <w:rsid w:val="00B638A7"/>
    <w:rsid w:val="00B65979"/>
    <w:rsid w:val="00B65C9B"/>
    <w:rsid w:val="00B66AB3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6F31"/>
    <w:rsid w:val="00BA1906"/>
    <w:rsid w:val="00BA2EFF"/>
    <w:rsid w:val="00BA3C77"/>
    <w:rsid w:val="00BA3C7F"/>
    <w:rsid w:val="00BA4794"/>
    <w:rsid w:val="00BB1229"/>
    <w:rsid w:val="00BB1775"/>
    <w:rsid w:val="00BB2B34"/>
    <w:rsid w:val="00BB54EC"/>
    <w:rsid w:val="00BB5FC6"/>
    <w:rsid w:val="00BC00D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6159"/>
    <w:rsid w:val="00BE157E"/>
    <w:rsid w:val="00BE3484"/>
    <w:rsid w:val="00BE3EBA"/>
    <w:rsid w:val="00BE6118"/>
    <w:rsid w:val="00BF053A"/>
    <w:rsid w:val="00BF113E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437E"/>
    <w:rsid w:val="00C645AB"/>
    <w:rsid w:val="00C65224"/>
    <w:rsid w:val="00C65B04"/>
    <w:rsid w:val="00C6771F"/>
    <w:rsid w:val="00C67858"/>
    <w:rsid w:val="00C679A2"/>
    <w:rsid w:val="00C72229"/>
    <w:rsid w:val="00C72A3F"/>
    <w:rsid w:val="00C750C1"/>
    <w:rsid w:val="00C757D9"/>
    <w:rsid w:val="00C75FE5"/>
    <w:rsid w:val="00C8062E"/>
    <w:rsid w:val="00C85D8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6B7F"/>
    <w:rsid w:val="00CC6D99"/>
    <w:rsid w:val="00CC71FB"/>
    <w:rsid w:val="00CD2D71"/>
    <w:rsid w:val="00CD2F62"/>
    <w:rsid w:val="00CD7F7B"/>
    <w:rsid w:val="00CE218C"/>
    <w:rsid w:val="00CE5574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902"/>
    <w:rsid w:val="00D22932"/>
    <w:rsid w:val="00D23267"/>
    <w:rsid w:val="00D23EF6"/>
    <w:rsid w:val="00D25D25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7038C"/>
    <w:rsid w:val="00D729E4"/>
    <w:rsid w:val="00D73062"/>
    <w:rsid w:val="00D745D7"/>
    <w:rsid w:val="00D749B6"/>
    <w:rsid w:val="00D74B92"/>
    <w:rsid w:val="00D7717C"/>
    <w:rsid w:val="00D77E90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3558"/>
    <w:rsid w:val="00DA4036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1E33"/>
    <w:rsid w:val="00DC4DF3"/>
    <w:rsid w:val="00DC5AC0"/>
    <w:rsid w:val="00DC5CE7"/>
    <w:rsid w:val="00DC6C62"/>
    <w:rsid w:val="00DD0EB1"/>
    <w:rsid w:val="00DD28BF"/>
    <w:rsid w:val="00DD2C98"/>
    <w:rsid w:val="00DD5A1E"/>
    <w:rsid w:val="00DD693B"/>
    <w:rsid w:val="00DD6CD7"/>
    <w:rsid w:val="00DE10D4"/>
    <w:rsid w:val="00DE1550"/>
    <w:rsid w:val="00DE1806"/>
    <w:rsid w:val="00DE1A5F"/>
    <w:rsid w:val="00DE3565"/>
    <w:rsid w:val="00DE4E17"/>
    <w:rsid w:val="00DE4E49"/>
    <w:rsid w:val="00DE4FAB"/>
    <w:rsid w:val="00DF189F"/>
    <w:rsid w:val="00DF30FB"/>
    <w:rsid w:val="00DF4683"/>
    <w:rsid w:val="00DF4EEA"/>
    <w:rsid w:val="00DF6899"/>
    <w:rsid w:val="00DF6BBC"/>
    <w:rsid w:val="00E00DED"/>
    <w:rsid w:val="00E02DBF"/>
    <w:rsid w:val="00E0319C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E69"/>
    <w:rsid w:val="00E22EDD"/>
    <w:rsid w:val="00E26F05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7228F"/>
    <w:rsid w:val="00E73CF1"/>
    <w:rsid w:val="00E76F82"/>
    <w:rsid w:val="00E814DE"/>
    <w:rsid w:val="00E8235F"/>
    <w:rsid w:val="00E824C6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39A9"/>
    <w:rsid w:val="00EB4869"/>
    <w:rsid w:val="00EB563A"/>
    <w:rsid w:val="00EB58F1"/>
    <w:rsid w:val="00EB5940"/>
    <w:rsid w:val="00EB65E2"/>
    <w:rsid w:val="00EB6F97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379E"/>
    <w:rsid w:val="00EF3BB5"/>
    <w:rsid w:val="00EF4172"/>
    <w:rsid w:val="00EF441D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3D1"/>
    <w:rsid w:val="00F43968"/>
    <w:rsid w:val="00F44C43"/>
    <w:rsid w:val="00F45C62"/>
    <w:rsid w:val="00F474B2"/>
    <w:rsid w:val="00F56A30"/>
    <w:rsid w:val="00F56AB3"/>
    <w:rsid w:val="00F600BC"/>
    <w:rsid w:val="00F60CA5"/>
    <w:rsid w:val="00F62FD9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7503"/>
    <w:rsid w:val="00FB7A6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2305"/>
    <w:rsid w:val="00FE31D4"/>
    <w:rsid w:val="00FE40F6"/>
    <w:rsid w:val="00FE5DC9"/>
    <w:rsid w:val="00FE6454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14337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4A4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2C8E2-FA3C-4A94-B967-1A3DF579D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1804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629</cp:revision>
  <cp:lastPrinted>2026-02-04T18:50:00Z</cp:lastPrinted>
  <dcterms:created xsi:type="dcterms:W3CDTF">2023-02-13T12:04:00Z</dcterms:created>
  <dcterms:modified xsi:type="dcterms:W3CDTF">2026-02-04T18:51:00Z</dcterms:modified>
</cp:coreProperties>
</file>